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7A4A4" w14:textId="0C940176" w:rsidR="0006404C" w:rsidRPr="0006404C" w:rsidRDefault="0006404C" w:rsidP="00486DB0">
      <w:pPr>
        <w:spacing w:line="560" w:lineRule="exact"/>
        <w:rPr>
          <w:rFonts w:ascii="宋体" w:hAnsi="宋体" w:hint="eastAsia"/>
          <w:sz w:val="32"/>
          <w:szCs w:val="32"/>
        </w:rPr>
      </w:pPr>
      <w:r w:rsidRPr="0006404C">
        <w:rPr>
          <w:rFonts w:ascii="宋体" w:hAnsi="宋体" w:hint="eastAsia"/>
          <w:sz w:val="32"/>
          <w:szCs w:val="32"/>
        </w:rPr>
        <w:t>附件</w:t>
      </w:r>
      <w:r w:rsidR="00600AE2">
        <w:rPr>
          <w:rFonts w:ascii="宋体" w:hAnsi="宋体" w:hint="eastAsia"/>
          <w:sz w:val="32"/>
          <w:szCs w:val="32"/>
        </w:rPr>
        <w:t>6：</w:t>
      </w:r>
    </w:p>
    <w:p w14:paraId="1C34779F" w14:textId="5B5F479D" w:rsidR="00565929" w:rsidRDefault="00106A4F" w:rsidP="002A64C0">
      <w:pPr>
        <w:spacing w:line="640" w:lineRule="exact"/>
        <w:jc w:val="center"/>
        <w:rPr>
          <w:rFonts w:ascii="方正小标宋简体" w:eastAsia="方正小标宋简体" w:hAnsi="方正小标宋简体" w:hint="eastAsia"/>
          <w:bCs/>
          <w:sz w:val="36"/>
          <w:szCs w:val="36"/>
        </w:rPr>
      </w:pPr>
      <w:r w:rsidRPr="00472D25">
        <w:rPr>
          <w:rFonts w:ascii="方正小标宋简体" w:eastAsia="方正小标宋简体" w:hAnsi="方正小标宋简体"/>
          <w:bCs/>
          <w:sz w:val="36"/>
          <w:szCs w:val="36"/>
        </w:rPr>
        <w:t>202</w:t>
      </w:r>
      <w:r w:rsidR="00600AE2">
        <w:rPr>
          <w:rFonts w:ascii="方正小标宋简体" w:eastAsia="方正小标宋简体" w:hAnsi="方正小标宋简体" w:hint="eastAsia"/>
          <w:bCs/>
          <w:sz w:val="36"/>
          <w:szCs w:val="36"/>
        </w:rPr>
        <w:t>5</w:t>
      </w:r>
      <w:r w:rsidR="003E6CBB" w:rsidRPr="00472D25">
        <w:rPr>
          <w:rFonts w:ascii="方正小标宋简体" w:eastAsia="方正小标宋简体" w:hAnsi="方正小标宋简体" w:hint="eastAsia"/>
          <w:bCs/>
          <w:sz w:val="36"/>
          <w:szCs w:val="36"/>
        </w:rPr>
        <w:t>年</w:t>
      </w:r>
      <w:r w:rsidR="00565929">
        <w:rPr>
          <w:rFonts w:ascii="方正小标宋简体" w:eastAsia="方正小标宋简体" w:hAnsi="方正小标宋简体" w:hint="eastAsia"/>
          <w:bCs/>
          <w:sz w:val="36"/>
          <w:szCs w:val="36"/>
        </w:rPr>
        <w:t>北京市中小学生电子与信息创意实践活动</w:t>
      </w:r>
    </w:p>
    <w:p w14:paraId="592188A9" w14:textId="11EB2CDA" w:rsidR="003E6CBB" w:rsidRPr="00472D25" w:rsidRDefault="00C16ED2" w:rsidP="002A64C0">
      <w:pPr>
        <w:spacing w:line="640" w:lineRule="exact"/>
        <w:jc w:val="center"/>
        <w:rPr>
          <w:rFonts w:ascii="方正小标宋简体" w:eastAsia="方正小标宋简体" w:hAnsi="方正小标宋简体" w:hint="eastAsia"/>
          <w:bCs/>
          <w:sz w:val="36"/>
          <w:szCs w:val="36"/>
        </w:rPr>
      </w:pPr>
      <w:r w:rsidRPr="00C16ED2">
        <w:rPr>
          <w:rFonts w:ascii="方正小标宋简体" w:eastAsia="方正小标宋简体" w:hAnsi="方正小标宋简体" w:hint="eastAsia"/>
          <w:bCs/>
          <w:sz w:val="36"/>
          <w:szCs w:val="36"/>
        </w:rPr>
        <w:t>电子科技创新与应用展示</w:t>
      </w:r>
      <w:r w:rsidR="008D21BD">
        <w:rPr>
          <w:rFonts w:ascii="方正小标宋简体" w:eastAsia="方正小标宋简体" w:hAnsi="方正小标宋简体" w:hint="eastAsia"/>
          <w:bCs/>
          <w:sz w:val="36"/>
          <w:szCs w:val="36"/>
        </w:rPr>
        <w:t>作品</w:t>
      </w:r>
      <w:r w:rsidR="003E6CBB" w:rsidRPr="00472D25">
        <w:rPr>
          <w:rFonts w:ascii="方正小标宋简体" w:eastAsia="方正小标宋简体" w:hAnsi="方正小标宋简体" w:hint="eastAsia"/>
          <w:bCs/>
          <w:sz w:val="36"/>
          <w:szCs w:val="36"/>
        </w:rPr>
        <w:t>申报表</w:t>
      </w:r>
    </w:p>
    <w:p w14:paraId="5C269691" w14:textId="77777777" w:rsidR="008E51CA" w:rsidRPr="00631537" w:rsidRDefault="008E51CA" w:rsidP="00631537">
      <w:pPr>
        <w:spacing w:line="560" w:lineRule="exact"/>
        <w:jc w:val="center"/>
        <w:rPr>
          <w:rFonts w:ascii="仿宋_GB2312" w:eastAsia="仿宋_GB2312" w:hAnsi="仿宋_GB2312" w:hint="eastAsia"/>
          <w:sz w:val="32"/>
          <w:szCs w:val="36"/>
        </w:rPr>
      </w:pPr>
    </w:p>
    <w:p w14:paraId="7684A976" w14:textId="7BE35AFD" w:rsidR="003E6CBB" w:rsidRPr="00360B7A" w:rsidRDefault="00FD20FB" w:rsidP="00984FCC">
      <w:pPr>
        <w:jc w:val="left"/>
        <w:rPr>
          <w:rFonts w:ascii="仿宋_GB2312" w:eastAsia="仿宋_GB2312" w:hAnsi="仿宋_GB2312" w:hint="eastAsia"/>
          <w:sz w:val="24"/>
          <w:szCs w:val="28"/>
        </w:rPr>
      </w:pPr>
      <w:r>
        <w:rPr>
          <w:rFonts w:ascii="仿宋_GB2312" w:eastAsia="仿宋_GB2312" w:hAnsi="仿宋_GB2312" w:hint="eastAsia"/>
          <w:sz w:val="24"/>
          <w:szCs w:val="28"/>
        </w:rPr>
        <w:t xml:space="preserve">所在区： </w:t>
      </w:r>
      <w:r>
        <w:rPr>
          <w:rFonts w:ascii="仿宋_GB2312" w:eastAsia="仿宋_GB2312" w:hAnsi="仿宋_GB2312"/>
          <w:sz w:val="24"/>
          <w:szCs w:val="28"/>
        </w:rPr>
        <w:t xml:space="preserve">                  </w:t>
      </w:r>
      <w:r w:rsidR="003E6CBB" w:rsidRPr="00360B7A">
        <w:rPr>
          <w:rFonts w:ascii="仿宋_GB2312" w:eastAsia="仿宋_GB2312" w:hAnsi="仿宋_GB2312" w:hint="eastAsia"/>
          <w:sz w:val="24"/>
          <w:szCs w:val="28"/>
        </w:rPr>
        <w:t>选送单位：</w:t>
      </w:r>
    </w:p>
    <w:tbl>
      <w:tblPr>
        <w:tblpPr w:leftFromText="180" w:rightFromText="180" w:vertAnchor="text" w:horzAnchor="margin" w:tblpXSpec="center" w:tblpY="144"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276"/>
        <w:gridCol w:w="1417"/>
        <w:gridCol w:w="747"/>
        <w:gridCol w:w="952"/>
        <w:gridCol w:w="711"/>
        <w:gridCol w:w="664"/>
        <w:gridCol w:w="1491"/>
        <w:gridCol w:w="1263"/>
      </w:tblGrid>
      <w:tr w:rsidR="003E6CBB" w:rsidRPr="003E6CBB" w14:paraId="064B9C86" w14:textId="6DB7998C" w:rsidTr="0011291E">
        <w:trPr>
          <w:trHeight w:val="561"/>
        </w:trPr>
        <w:tc>
          <w:tcPr>
            <w:tcW w:w="1526" w:type="dxa"/>
            <w:vAlign w:val="center"/>
          </w:tcPr>
          <w:p w14:paraId="5A660D8D" w14:textId="77777777" w:rsidR="003E6CBB" w:rsidRPr="003E6CBB" w:rsidRDefault="003E6CBB" w:rsidP="003E6CBB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作品名称</w:t>
            </w:r>
          </w:p>
        </w:tc>
        <w:tc>
          <w:tcPr>
            <w:tcW w:w="8521" w:type="dxa"/>
            <w:gridSpan w:val="8"/>
            <w:vAlign w:val="center"/>
          </w:tcPr>
          <w:p w14:paraId="378A850C" w14:textId="77777777" w:rsidR="003E6CBB" w:rsidRPr="003E6CBB" w:rsidRDefault="003E6CBB" w:rsidP="003E6CBB">
            <w:pPr>
              <w:jc w:val="left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</w:tr>
      <w:tr w:rsidR="00EB09AF" w:rsidRPr="003E6CBB" w14:paraId="526C340E" w14:textId="581EFA7E" w:rsidTr="00BE6480">
        <w:trPr>
          <w:trHeight w:val="439"/>
        </w:trPr>
        <w:tc>
          <w:tcPr>
            <w:tcW w:w="1526" w:type="dxa"/>
            <w:vMerge w:val="restart"/>
            <w:vAlign w:val="center"/>
          </w:tcPr>
          <w:p w14:paraId="1DC06E50" w14:textId="77777777" w:rsidR="00EB09AF" w:rsidRPr="003E6CBB" w:rsidRDefault="00EB09AF" w:rsidP="003E6CBB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学生情况</w:t>
            </w:r>
          </w:p>
        </w:tc>
        <w:tc>
          <w:tcPr>
            <w:tcW w:w="1276" w:type="dxa"/>
            <w:vAlign w:val="center"/>
          </w:tcPr>
          <w:p w14:paraId="7A54BE4A" w14:textId="5EB7975D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选手</w:t>
            </w:r>
            <w:r w:rsidRPr="003E6CBB">
              <w:rPr>
                <w:rFonts w:ascii="仿宋" w:eastAsia="仿宋" w:hAnsi="仿宋" w:hint="eastAsia"/>
                <w:sz w:val="24"/>
                <w:szCs w:val="28"/>
              </w:rPr>
              <w:t>姓名</w:t>
            </w:r>
          </w:p>
        </w:tc>
        <w:tc>
          <w:tcPr>
            <w:tcW w:w="1417" w:type="dxa"/>
            <w:vAlign w:val="center"/>
          </w:tcPr>
          <w:p w14:paraId="201504D0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747" w:type="dxa"/>
            <w:vAlign w:val="center"/>
          </w:tcPr>
          <w:p w14:paraId="616650A4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sz w:val="24"/>
                <w:szCs w:val="28"/>
              </w:rPr>
              <w:t>年级</w:t>
            </w:r>
          </w:p>
        </w:tc>
        <w:tc>
          <w:tcPr>
            <w:tcW w:w="952" w:type="dxa"/>
            <w:vAlign w:val="center"/>
          </w:tcPr>
          <w:p w14:paraId="2D307C72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711" w:type="dxa"/>
            <w:vAlign w:val="center"/>
          </w:tcPr>
          <w:p w14:paraId="3822E53A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sz w:val="24"/>
                <w:szCs w:val="28"/>
              </w:rPr>
              <w:t>性别</w:t>
            </w:r>
          </w:p>
        </w:tc>
        <w:tc>
          <w:tcPr>
            <w:tcW w:w="664" w:type="dxa"/>
            <w:vAlign w:val="center"/>
          </w:tcPr>
          <w:p w14:paraId="2DC0A44F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491" w:type="dxa"/>
            <w:vMerge w:val="restart"/>
            <w:vAlign w:val="center"/>
          </w:tcPr>
          <w:p w14:paraId="73167790" w14:textId="77777777" w:rsidR="00EB09AF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辅导教师</w:t>
            </w:r>
          </w:p>
          <w:p w14:paraId="65D59152" w14:textId="54553906" w:rsidR="00BE6480" w:rsidRPr="003E6CBB" w:rsidRDefault="00BE6480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BE6480">
              <w:rPr>
                <w:rFonts w:ascii="仿宋" w:eastAsia="仿宋" w:hAnsi="仿宋" w:hint="eastAsia"/>
                <w:szCs w:val="22"/>
              </w:rPr>
              <w:t>（仅限1人）</w:t>
            </w:r>
          </w:p>
        </w:tc>
        <w:tc>
          <w:tcPr>
            <w:tcW w:w="1263" w:type="dxa"/>
            <w:vMerge w:val="restart"/>
            <w:vAlign w:val="center"/>
          </w:tcPr>
          <w:p w14:paraId="377CAB82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</w:tr>
      <w:tr w:rsidR="00EB09AF" w:rsidRPr="003E6CBB" w14:paraId="1E011952" w14:textId="44CC7E1B" w:rsidTr="00BE6480">
        <w:trPr>
          <w:trHeight w:val="417"/>
        </w:trPr>
        <w:tc>
          <w:tcPr>
            <w:tcW w:w="1526" w:type="dxa"/>
            <w:vMerge/>
            <w:vAlign w:val="center"/>
          </w:tcPr>
          <w:p w14:paraId="0DCE668D" w14:textId="77777777" w:rsidR="00EB09AF" w:rsidRPr="003E6CBB" w:rsidRDefault="00EB09AF" w:rsidP="003E6CB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240E09A" w14:textId="11435B58" w:rsidR="00EB09AF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选手</w:t>
            </w:r>
            <w:r w:rsidRPr="003E6CBB">
              <w:rPr>
                <w:rFonts w:ascii="仿宋" w:eastAsia="仿宋" w:hAnsi="仿宋" w:hint="eastAsia"/>
                <w:sz w:val="24"/>
                <w:szCs w:val="28"/>
              </w:rPr>
              <w:t>姓名</w:t>
            </w:r>
          </w:p>
        </w:tc>
        <w:tc>
          <w:tcPr>
            <w:tcW w:w="1417" w:type="dxa"/>
            <w:vAlign w:val="center"/>
          </w:tcPr>
          <w:p w14:paraId="4DF54252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747" w:type="dxa"/>
            <w:vAlign w:val="center"/>
          </w:tcPr>
          <w:p w14:paraId="54FE1D7A" w14:textId="6013FDD5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sz w:val="24"/>
                <w:szCs w:val="28"/>
              </w:rPr>
              <w:t>年级</w:t>
            </w:r>
          </w:p>
        </w:tc>
        <w:tc>
          <w:tcPr>
            <w:tcW w:w="952" w:type="dxa"/>
            <w:vAlign w:val="center"/>
          </w:tcPr>
          <w:p w14:paraId="33BDBB6B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711" w:type="dxa"/>
            <w:vAlign w:val="center"/>
          </w:tcPr>
          <w:p w14:paraId="10CBD982" w14:textId="79FDBD6D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sz w:val="24"/>
                <w:szCs w:val="28"/>
              </w:rPr>
              <w:t>性别</w:t>
            </w:r>
          </w:p>
        </w:tc>
        <w:tc>
          <w:tcPr>
            <w:tcW w:w="664" w:type="dxa"/>
            <w:vAlign w:val="center"/>
          </w:tcPr>
          <w:p w14:paraId="7763F756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491" w:type="dxa"/>
            <w:vMerge/>
            <w:vAlign w:val="center"/>
          </w:tcPr>
          <w:p w14:paraId="51149767" w14:textId="2E6A973F" w:rsidR="00EB09AF" w:rsidRPr="003E6CBB" w:rsidRDefault="00EB09AF" w:rsidP="003E6CB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263" w:type="dxa"/>
            <w:vMerge/>
            <w:vAlign w:val="center"/>
          </w:tcPr>
          <w:p w14:paraId="740EB084" w14:textId="77777777" w:rsidR="00EB09AF" w:rsidRPr="003E6CBB" w:rsidRDefault="00EB09AF" w:rsidP="003E6CBB">
            <w:pPr>
              <w:jc w:val="left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</w:tr>
      <w:tr w:rsidR="00EB09AF" w:rsidRPr="003E6CBB" w14:paraId="50525293" w14:textId="7296A891" w:rsidTr="00BE6480">
        <w:trPr>
          <w:trHeight w:val="408"/>
        </w:trPr>
        <w:tc>
          <w:tcPr>
            <w:tcW w:w="1526" w:type="dxa"/>
            <w:vMerge/>
            <w:vAlign w:val="center"/>
          </w:tcPr>
          <w:p w14:paraId="37307774" w14:textId="77777777" w:rsidR="00EB09AF" w:rsidRPr="003E6CBB" w:rsidRDefault="00EB09AF" w:rsidP="003E6CB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96361D9" w14:textId="20C99338" w:rsidR="00EB09AF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选手</w:t>
            </w:r>
            <w:r w:rsidRPr="003E6CBB">
              <w:rPr>
                <w:rFonts w:ascii="仿宋" w:eastAsia="仿宋" w:hAnsi="仿宋" w:hint="eastAsia"/>
                <w:sz w:val="24"/>
                <w:szCs w:val="28"/>
              </w:rPr>
              <w:t>姓名</w:t>
            </w:r>
          </w:p>
        </w:tc>
        <w:tc>
          <w:tcPr>
            <w:tcW w:w="1417" w:type="dxa"/>
            <w:vAlign w:val="center"/>
          </w:tcPr>
          <w:p w14:paraId="54ADB153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747" w:type="dxa"/>
            <w:vAlign w:val="center"/>
          </w:tcPr>
          <w:p w14:paraId="2678A1C8" w14:textId="70218E1A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sz w:val="24"/>
                <w:szCs w:val="28"/>
              </w:rPr>
              <w:t>年级</w:t>
            </w:r>
          </w:p>
        </w:tc>
        <w:tc>
          <w:tcPr>
            <w:tcW w:w="952" w:type="dxa"/>
            <w:vAlign w:val="center"/>
          </w:tcPr>
          <w:p w14:paraId="7CE34D52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711" w:type="dxa"/>
            <w:vAlign w:val="center"/>
          </w:tcPr>
          <w:p w14:paraId="371A308F" w14:textId="52557594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sz w:val="24"/>
                <w:szCs w:val="28"/>
              </w:rPr>
              <w:t>性别</w:t>
            </w:r>
          </w:p>
        </w:tc>
        <w:tc>
          <w:tcPr>
            <w:tcW w:w="664" w:type="dxa"/>
            <w:vAlign w:val="center"/>
          </w:tcPr>
          <w:p w14:paraId="02C5BBD7" w14:textId="77777777" w:rsidR="00EB09AF" w:rsidRPr="003E6CBB" w:rsidRDefault="00EB09AF" w:rsidP="00EB09AF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491" w:type="dxa"/>
            <w:vMerge/>
            <w:vAlign w:val="center"/>
          </w:tcPr>
          <w:p w14:paraId="76C3CB11" w14:textId="4A390E46" w:rsidR="00EB09AF" w:rsidRPr="003E6CBB" w:rsidRDefault="00EB09AF" w:rsidP="003E6CBB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  <w:tc>
          <w:tcPr>
            <w:tcW w:w="1263" w:type="dxa"/>
            <w:vMerge/>
            <w:vAlign w:val="center"/>
          </w:tcPr>
          <w:p w14:paraId="18CDC32E" w14:textId="77777777" w:rsidR="00EB09AF" w:rsidRPr="003E6CBB" w:rsidRDefault="00EB09AF" w:rsidP="003E6CBB">
            <w:pPr>
              <w:jc w:val="left"/>
              <w:rPr>
                <w:rFonts w:ascii="仿宋" w:eastAsia="仿宋" w:hAnsi="仿宋" w:hint="eastAsia"/>
                <w:sz w:val="24"/>
                <w:szCs w:val="28"/>
              </w:rPr>
            </w:pPr>
          </w:p>
        </w:tc>
      </w:tr>
      <w:tr w:rsidR="003E6CBB" w:rsidRPr="003E6CBB" w14:paraId="03797793" w14:textId="28C582F8" w:rsidTr="000F7912">
        <w:trPr>
          <w:trHeight w:val="9759"/>
        </w:trPr>
        <w:tc>
          <w:tcPr>
            <w:tcW w:w="1526" w:type="dxa"/>
            <w:vAlign w:val="center"/>
          </w:tcPr>
          <w:p w14:paraId="751853AC" w14:textId="77777777" w:rsidR="003E6CBB" w:rsidRPr="00AC7708" w:rsidRDefault="003E6CBB" w:rsidP="00AC7708">
            <w:pPr>
              <w:jc w:val="center"/>
              <w:rPr>
                <w:rFonts w:ascii="仿宋" w:eastAsia="仿宋" w:hAnsi="仿宋" w:hint="eastAsia"/>
                <w:b/>
                <w:bCs/>
                <w:sz w:val="24"/>
                <w:szCs w:val="28"/>
              </w:rPr>
            </w:pPr>
            <w:r w:rsidRPr="003E6CBB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作品简介</w:t>
            </w:r>
          </w:p>
          <w:p w14:paraId="78380377" w14:textId="414EF2EF" w:rsidR="003E6CBB" w:rsidRPr="0011291E" w:rsidRDefault="003E6CBB" w:rsidP="00AC7708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 w:rsidRPr="0011291E">
              <w:rPr>
                <w:rFonts w:ascii="仿宋" w:eastAsia="仿宋" w:hAnsi="仿宋" w:hint="eastAsia"/>
                <w:sz w:val="24"/>
                <w:szCs w:val="28"/>
              </w:rPr>
              <w:t>（</w:t>
            </w:r>
            <w:r w:rsidRPr="0011291E">
              <w:rPr>
                <w:rFonts w:ascii="仿宋" w:eastAsia="仿宋" w:hAnsi="仿宋"/>
                <w:sz w:val="24"/>
                <w:szCs w:val="28"/>
              </w:rPr>
              <w:t>500</w:t>
            </w:r>
            <w:r w:rsidRPr="0011291E">
              <w:rPr>
                <w:rFonts w:ascii="仿宋" w:eastAsia="仿宋" w:hAnsi="仿宋" w:hint="eastAsia"/>
                <w:sz w:val="24"/>
                <w:szCs w:val="28"/>
              </w:rPr>
              <w:t>字内）</w:t>
            </w:r>
          </w:p>
        </w:tc>
        <w:tc>
          <w:tcPr>
            <w:tcW w:w="8521" w:type="dxa"/>
            <w:gridSpan w:val="8"/>
          </w:tcPr>
          <w:p w14:paraId="3C3E33F8" w14:textId="400DC110" w:rsidR="003E6CBB" w:rsidRPr="00182925" w:rsidRDefault="00182925" w:rsidP="0018292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hint="eastAsia"/>
                <w:color w:val="000000"/>
                <w:spacing w:val="5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pacing w:val="5"/>
                <w:kern w:val="0"/>
                <w:sz w:val="24"/>
              </w:rPr>
              <w:t>（说明作品功能与目的，简要叙述制作过程，附作品实物照片3张）</w:t>
            </w:r>
          </w:p>
        </w:tc>
      </w:tr>
    </w:tbl>
    <w:p w14:paraId="321F63F6" w14:textId="29B8B5FC" w:rsidR="00061C45" w:rsidRPr="005961FF" w:rsidRDefault="00061C45" w:rsidP="005961FF">
      <w:pPr>
        <w:spacing w:line="20" w:lineRule="exact"/>
        <w:jc w:val="left"/>
        <w:rPr>
          <w:rFonts w:ascii="仿宋" w:eastAsia="仿宋" w:hAnsi="仿宋" w:hint="eastAsia"/>
          <w:sz w:val="10"/>
          <w:szCs w:val="10"/>
        </w:rPr>
      </w:pPr>
    </w:p>
    <w:sectPr w:rsidR="00061C45" w:rsidRPr="005961FF" w:rsidSect="00600AE2">
      <w:footerReference w:type="default" r:id="rId7"/>
      <w:pgSz w:w="11906" w:h="16838"/>
      <w:pgMar w:top="907" w:right="1134" w:bottom="907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30077" w14:textId="77777777" w:rsidR="00190B30" w:rsidRDefault="00190B30">
      <w:r>
        <w:separator/>
      </w:r>
    </w:p>
  </w:endnote>
  <w:endnote w:type="continuationSeparator" w:id="0">
    <w:p w14:paraId="60F61312" w14:textId="77777777" w:rsidR="00190B30" w:rsidRDefault="0019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B2A96" w14:textId="77777777" w:rsidR="007825D0" w:rsidRPr="00704BAC" w:rsidRDefault="007825D0" w:rsidP="00704BAC">
    <w:pPr>
      <w:pStyle w:val="a4"/>
      <w:jc w:val="right"/>
      <w:rPr>
        <w:color w:val="0000FF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564F7" w14:textId="77777777" w:rsidR="00190B30" w:rsidRDefault="00190B30">
      <w:r>
        <w:separator/>
      </w:r>
    </w:p>
  </w:footnote>
  <w:footnote w:type="continuationSeparator" w:id="0">
    <w:p w14:paraId="28A22BBD" w14:textId="77777777" w:rsidR="00190B30" w:rsidRDefault="00190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en-US" w:vendorID="64" w:dllVersion="4096" w:nlCheck="1" w:checkStyle="0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4E7"/>
    <w:rsid w:val="0000629C"/>
    <w:rsid w:val="00007E44"/>
    <w:rsid w:val="00010532"/>
    <w:rsid w:val="00012E68"/>
    <w:rsid w:val="000143EE"/>
    <w:rsid w:val="00016EBD"/>
    <w:rsid w:val="00023129"/>
    <w:rsid w:val="0002384E"/>
    <w:rsid w:val="000265AC"/>
    <w:rsid w:val="00026F43"/>
    <w:rsid w:val="00042C1F"/>
    <w:rsid w:val="00042FB8"/>
    <w:rsid w:val="00045969"/>
    <w:rsid w:val="00046256"/>
    <w:rsid w:val="00054398"/>
    <w:rsid w:val="00055226"/>
    <w:rsid w:val="00061C45"/>
    <w:rsid w:val="0006404C"/>
    <w:rsid w:val="0006549A"/>
    <w:rsid w:val="00065D18"/>
    <w:rsid w:val="000732D7"/>
    <w:rsid w:val="00073739"/>
    <w:rsid w:val="0007533E"/>
    <w:rsid w:val="00080D3F"/>
    <w:rsid w:val="000817D5"/>
    <w:rsid w:val="00082E9C"/>
    <w:rsid w:val="00092663"/>
    <w:rsid w:val="0009319B"/>
    <w:rsid w:val="00093F86"/>
    <w:rsid w:val="00094A0E"/>
    <w:rsid w:val="000950E5"/>
    <w:rsid w:val="000A7BDD"/>
    <w:rsid w:val="000B71D3"/>
    <w:rsid w:val="000C5514"/>
    <w:rsid w:val="000D1139"/>
    <w:rsid w:val="000D29FF"/>
    <w:rsid w:val="000D66F0"/>
    <w:rsid w:val="000D790E"/>
    <w:rsid w:val="000E27F2"/>
    <w:rsid w:val="000E547E"/>
    <w:rsid w:val="000F21A6"/>
    <w:rsid w:val="000F232A"/>
    <w:rsid w:val="000F7912"/>
    <w:rsid w:val="001045EC"/>
    <w:rsid w:val="00106A4F"/>
    <w:rsid w:val="00110D77"/>
    <w:rsid w:val="001113F6"/>
    <w:rsid w:val="00111667"/>
    <w:rsid w:val="0011291E"/>
    <w:rsid w:val="00112D0E"/>
    <w:rsid w:val="00114BE6"/>
    <w:rsid w:val="00115D40"/>
    <w:rsid w:val="00121447"/>
    <w:rsid w:val="00122952"/>
    <w:rsid w:val="00123633"/>
    <w:rsid w:val="00125EE6"/>
    <w:rsid w:val="00132261"/>
    <w:rsid w:val="0013337E"/>
    <w:rsid w:val="00140F02"/>
    <w:rsid w:val="00154659"/>
    <w:rsid w:val="00155D9E"/>
    <w:rsid w:val="00160637"/>
    <w:rsid w:val="001636A6"/>
    <w:rsid w:val="0017118F"/>
    <w:rsid w:val="001712A8"/>
    <w:rsid w:val="00174EAC"/>
    <w:rsid w:val="00175448"/>
    <w:rsid w:val="001821AB"/>
    <w:rsid w:val="00182925"/>
    <w:rsid w:val="00185747"/>
    <w:rsid w:val="00190B30"/>
    <w:rsid w:val="00191A95"/>
    <w:rsid w:val="00192F6A"/>
    <w:rsid w:val="00195A36"/>
    <w:rsid w:val="00196F6E"/>
    <w:rsid w:val="00197549"/>
    <w:rsid w:val="001A4D8C"/>
    <w:rsid w:val="001A72F2"/>
    <w:rsid w:val="001B06CA"/>
    <w:rsid w:val="001B43D3"/>
    <w:rsid w:val="001C335F"/>
    <w:rsid w:val="001C399A"/>
    <w:rsid w:val="001C5352"/>
    <w:rsid w:val="001C760B"/>
    <w:rsid w:val="001C7612"/>
    <w:rsid w:val="001E1193"/>
    <w:rsid w:val="001E4E47"/>
    <w:rsid w:val="001E5B27"/>
    <w:rsid w:val="001E5DE9"/>
    <w:rsid w:val="001E7BCE"/>
    <w:rsid w:val="001F0872"/>
    <w:rsid w:val="00204818"/>
    <w:rsid w:val="00204916"/>
    <w:rsid w:val="00205CD9"/>
    <w:rsid w:val="00212AE3"/>
    <w:rsid w:val="00216834"/>
    <w:rsid w:val="00221C0C"/>
    <w:rsid w:val="0022333A"/>
    <w:rsid w:val="00224D68"/>
    <w:rsid w:val="00225968"/>
    <w:rsid w:val="00225B2A"/>
    <w:rsid w:val="002263CE"/>
    <w:rsid w:val="00237C3D"/>
    <w:rsid w:val="00243533"/>
    <w:rsid w:val="00243FE1"/>
    <w:rsid w:val="0026048D"/>
    <w:rsid w:val="002636F3"/>
    <w:rsid w:val="002728C7"/>
    <w:rsid w:val="00273A3A"/>
    <w:rsid w:val="0027734C"/>
    <w:rsid w:val="00277A1F"/>
    <w:rsid w:val="00281F94"/>
    <w:rsid w:val="002836A0"/>
    <w:rsid w:val="00290981"/>
    <w:rsid w:val="00295C18"/>
    <w:rsid w:val="00297156"/>
    <w:rsid w:val="002A3D3D"/>
    <w:rsid w:val="002A46D5"/>
    <w:rsid w:val="002A64C0"/>
    <w:rsid w:val="002B12F6"/>
    <w:rsid w:val="002C1215"/>
    <w:rsid w:val="002C5A9E"/>
    <w:rsid w:val="002C7362"/>
    <w:rsid w:val="002D1521"/>
    <w:rsid w:val="002D4A45"/>
    <w:rsid w:val="002D7682"/>
    <w:rsid w:val="002E001C"/>
    <w:rsid w:val="002E2F10"/>
    <w:rsid w:val="002E6C52"/>
    <w:rsid w:val="002F09C0"/>
    <w:rsid w:val="002F2DAA"/>
    <w:rsid w:val="002F5BF5"/>
    <w:rsid w:val="002F6A4B"/>
    <w:rsid w:val="00304098"/>
    <w:rsid w:val="0030510C"/>
    <w:rsid w:val="00305152"/>
    <w:rsid w:val="00306974"/>
    <w:rsid w:val="00320245"/>
    <w:rsid w:val="00320331"/>
    <w:rsid w:val="00320FA7"/>
    <w:rsid w:val="0032579D"/>
    <w:rsid w:val="00331829"/>
    <w:rsid w:val="00341248"/>
    <w:rsid w:val="00342221"/>
    <w:rsid w:val="003434DE"/>
    <w:rsid w:val="0035031C"/>
    <w:rsid w:val="00353780"/>
    <w:rsid w:val="00353E6F"/>
    <w:rsid w:val="00360B7A"/>
    <w:rsid w:val="00364DEA"/>
    <w:rsid w:val="003672DC"/>
    <w:rsid w:val="00371A23"/>
    <w:rsid w:val="0037202B"/>
    <w:rsid w:val="003724F8"/>
    <w:rsid w:val="00373722"/>
    <w:rsid w:val="00380A68"/>
    <w:rsid w:val="003836FB"/>
    <w:rsid w:val="00385572"/>
    <w:rsid w:val="00392C49"/>
    <w:rsid w:val="003A2981"/>
    <w:rsid w:val="003A4EA3"/>
    <w:rsid w:val="003A572C"/>
    <w:rsid w:val="003B13F5"/>
    <w:rsid w:val="003B273B"/>
    <w:rsid w:val="003B55E7"/>
    <w:rsid w:val="003C0000"/>
    <w:rsid w:val="003C5DE7"/>
    <w:rsid w:val="003C6876"/>
    <w:rsid w:val="003C729C"/>
    <w:rsid w:val="003D06EB"/>
    <w:rsid w:val="003D5ED8"/>
    <w:rsid w:val="003D690E"/>
    <w:rsid w:val="003D6CE5"/>
    <w:rsid w:val="003E0C5E"/>
    <w:rsid w:val="003E480B"/>
    <w:rsid w:val="003E6CBB"/>
    <w:rsid w:val="003F38FB"/>
    <w:rsid w:val="004056E0"/>
    <w:rsid w:val="00411934"/>
    <w:rsid w:val="0041388B"/>
    <w:rsid w:val="004302A3"/>
    <w:rsid w:val="004302E4"/>
    <w:rsid w:val="00431592"/>
    <w:rsid w:val="00440E5F"/>
    <w:rsid w:val="00442633"/>
    <w:rsid w:val="00443CF0"/>
    <w:rsid w:val="00454FC4"/>
    <w:rsid w:val="00457243"/>
    <w:rsid w:val="00462755"/>
    <w:rsid w:val="00462E82"/>
    <w:rsid w:val="00467545"/>
    <w:rsid w:val="00472D25"/>
    <w:rsid w:val="0048060A"/>
    <w:rsid w:val="00483F08"/>
    <w:rsid w:val="00485F80"/>
    <w:rsid w:val="00486DB0"/>
    <w:rsid w:val="00493814"/>
    <w:rsid w:val="004951EA"/>
    <w:rsid w:val="00495C07"/>
    <w:rsid w:val="004963D2"/>
    <w:rsid w:val="004A550A"/>
    <w:rsid w:val="004B2B8B"/>
    <w:rsid w:val="004B4672"/>
    <w:rsid w:val="004B554D"/>
    <w:rsid w:val="004C02AE"/>
    <w:rsid w:val="004C0E9A"/>
    <w:rsid w:val="004C54AB"/>
    <w:rsid w:val="004D08F2"/>
    <w:rsid w:val="004D1B3F"/>
    <w:rsid w:val="004D2E06"/>
    <w:rsid w:val="004D628A"/>
    <w:rsid w:val="004D6C9A"/>
    <w:rsid w:val="004D7398"/>
    <w:rsid w:val="004E13C0"/>
    <w:rsid w:val="004E30EB"/>
    <w:rsid w:val="004E49A4"/>
    <w:rsid w:val="004E719C"/>
    <w:rsid w:val="004F1E70"/>
    <w:rsid w:val="004F1E81"/>
    <w:rsid w:val="004F21A4"/>
    <w:rsid w:val="004F45BF"/>
    <w:rsid w:val="004F5821"/>
    <w:rsid w:val="004F7F32"/>
    <w:rsid w:val="00503E78"/>
    <w:rsid w:val="00504F08"/>
    <w:rsid w:val="0051104D"/>
    <w:rsid w:val="0051110A"/>
    <w:rsid w:val="0051565D"/>
    <w:rsid w:val="005224E0"/>
    <w:rsid w:val="00524A2A"/>
    <w:rsid w:val="00530424"/>
    <w:rsid w:val="00536115"/>
    <w:rsid w:val="0053673B"/>
    <w:rsid w:val="00536A74"/>
    <w:rsid w:val="00537F56"/>
    <w:rsid w:val="005465FD"/>
    <w:rsid w:val="0054773B"/>
    <w:rsid w:val="0055078F"/>
    <w:rsid w:val="00554F53"/>
    <w:rsid w:val="00562133"/>
    <w:rsid w:val="00565929"/>
    <w:rsid w:val="00565ECE"/>
    <w:rsid w:val="0057139A"/>
    <w:rsid w:val="00574A76"/>
    <w:rsid w:val="00575994"/>
    <w:rsid w:val="005761D2"/>
    <w:rsid w:val="0058162B"/>
    <w:rsid w:val="00585202"/>
    <w:rsid w:val="00587C6A"/>
    <w:rsid w:val="005934E7"/>
    <w:rsid w:val="0059502A"/>
    <w:rsid w:val="005961FF"/>
    <w:rsid w:val="00596F1C"/>
    <w:rsid w:val="005A1FD3"/>
    <w:rsid w:val="005A239D"/>
    <w:rsid w:val="005A3A12"/>
    <w:rsid w:val="005A3C95"/>
    <w:rsid w:val="005A3DF7"/>
    <w:rsid w:val="005A4984"/>
    <w:rsid w:val="005A4FA1"/>
    <w:rsid w:val="005A5184"/>
    <w:rsid w:val="005C0D85"/>
    <w:rsid w:val="005D0351"/>
    <w:rsid w:val="005D0384"/>
    <w:rsid w:val="005D0A4F"/>
    <w:rsid w:val="005D1235"/>
    <w:rsid w:val="005D1683"/>
    <w:rsid w:val="005D1EAA"/>
    <w:rsid w:val="005D66C0"/>
    <w:rsid w:val="005E26EB"/>
    <w:rsid w:val="005F06F7"/>
    <w:rsid w:val="005F0BEB"/>
    <w:rsid w:val="005F13A3"/>
    <w:rsid w:val="005F444C"/>
    <w:rsid w:val="005F5C0D"/>
    <w:rsid w:val="00600AE2"/>
    <w:rsid w:val="006010B2"/>
    <w:rsid w:val="00601E5C"/>
    <w:rsid w:val="006044F8"/>
    <w:rsid w:val="006047F4"/>
    <w:rsid w:val="00610209"/>
    <w:rsid w:val="00611B35"/>
    <w:rsid w:val="00615F69"/>
    <w:rsid w:val="006162B9"/>
    <w:rsid w:val="0062277B"/>
    <w:rsid w:val="00625433"/>
    <w:rsid w:val="00625A1E"/>
    <w:rsid w:val="00625C3D"/>
    <w:rsid w:val="00631537"/>
    <w:rsid w:val="0063173A"/>
    <w:rsid w:val="00632D62"/>
    <w:rsid w:val="00635400"/>
    <w:rsid w:val="00641280"/>
    <w:rsid w:val="006520B3"/>
    <w:rsid w:val="00655715"/>
    <w:rsid w:val="0065782F"/>
    <w:rsid w:val="00663BCD"/>
    <w:rsid w:val="00672C6B"/>
    <w:rsid w:val="0067335B"/>
    <w:rsid w:val="00673F6F"/>
    <w:rsid w:val="00675AFE"/>
    <w:rsid w:val="0069127B"/>
    <w:rsid w:val="00694EB0"/>
    <w:rsid w:val="00697C2E"/>
    <w:rsid w:val="00697D53"/>
    <w:rsid w:val="006A6743"/>
    <w:rsid w:val="006A7BF2"/>
    <w:rsid w:val="006A7F6E"/>
    <w:rsid w:val="006B0A76"/>
    <w:rsid w:val="006B599C"/>
    <w:rsid w:val="006B79BC"/>
    <w:rsid w:val="006C0D93"/>
    <w:rsid w:val="006C3410"/>
    <w:rsid w:val="006C3952"/>
    <w:rsid w:val="006C47C9"/>
    <w:rsid w:val="006C7F45"/>
    <w:rsid w:val="006D197A"/>
    <w:rsid w:val="006D294F"/>
    <w:rsid w:val="006D4D69"/>
    <w:rsid w:val="006D7781"/>
    <w:rsid w:val="006E10B4"/>
    <w:rsid w:val="006E1524"/>
    <w:rsid w:val="006E73B5"/>
    <w:rsid w:val="006E7C9D"/>
    <w:rsid w:val="006F4D18"/>
    <w:rsid w:val="006F588D"/>
    <w:rsid w:val="006F6846"/>
    <w:rsid w:val="006F750E"/>
    <w:rsid w:val="006F7E91"/>
    <w:rsid w:val="0070394E"/>
    <w:rsid w:val="00703BB0"/>
    <w:rsid w:val="00704BAC"/>
    <w:rsid w:val="0072088E"/>
    <w:rsid w:val="00720BD1"/>
    <w:rsid w:val="00721C4F"/>
    <w:rsid w:val="007229D3"/>
    <w:rsid w:val="00723445"/>
    <w:rsid w:val="00724D29"/>
    <w:rsid w:val="00734409"/>
    <w:rsid w:val="00740453"/>
    <w:rsid w:val="00742CC1"/>
    <w:rsid w:val="00755CA6"/>
    <w:rsid w:val="00763353"/>
    <w:rsid w:val="007657CF"/>
    <w:rsid w:val="00765833"/>
    <w:rsid w:val="007659D2"/>
    <w:rsid w:val="00766B0D"/>
    <w:rsid w:val="007679A0"/>
    <w:rsid w:val="00770798"/>
    <w:rsid w:val="0077166A"/>
    <w:rsid w:val="00771C9A"/>
    <w:rsid w:val="00774C41"/>
    <w:rsid w:val="007751C2"/>
    <w:rsid w:val="007753D3"/>
    <w:rsid w:val="007764AC"/>
    <w:rsid w:val="007825D0"/>
    <w:rsid w:val="007827BC"/>
    <w:rsid w:val="00791373"/>
    <w:rsid w:val="00791C77"/>
    <w:rsid w:val="007A054E"/>
    <w:rsid w:val="007A183B"/>
    <w:rsid w:val="007B1FDC"/>
    <w:rsid w:val="007B45C6"/>
    <w:rsid w:val="007B534B"/>
    <w:rsid w:val="007C0A31"/>
    <w:rsid w:val="007C4DC4"/>
    <w:rsid w:val="007C548F"/>
    <w:rsid w:val="007D123A"/>
    <w:rsid w:val="007E0948"/>
    <w:rsid w:val="007E0F9C"/>
    <w:rsid w:val="007E1085"/>
    <w:rsid w:val="007E14EE"/>
    <w:rsid w:val="007E4530"/>
    <w:rsid w:val="007E49FF"/>
    <w:rsid w:val="007F0FAB"/>
    <w:rsid w:val="007F2A8D"/>
    <w:rsid w:val="008002C3"/>
    <w:rsid w:val="0080664B"/>
    <w:rsid w:val="00806C79"/>
    <w:rsid w:val="00806ECC"/>
    <w:rsid w:val="0081180B"/>
    <w:rsid w:val="00823B77"/>
    <w:rsid w:val="00824F1B"/>
    <w:rsid w:val="00825FEA"/>
    <w:rsid w:val="00827DD5"/>
    <w:rsid w:val="008329B2"/>
    <w:rsid w:val="00833F2C"/>
    <w:rsid w:val="00840D96"/>
    <w:rsid w:val="00842CC5"/>
    <w:rsid w:val="00844829"/>
    <w:rsid w:val="00846015"/>
    <w:rsid w:val="00850413"/>
    <w:rsid w:val="00852401"/>
    <w:rsid w:val="00852C3F"/>
    <w:rsid w:val="00855A25"/>
    <w:rsid w:val="0086148C"/>
    <w:rsid w:val="00864FC4"/>
    <w:rsid w:val="0087108A"/>
    <w:rsid w:val="008750D8"/>
    <w:rsid w:val="0087543C"/>
    <w:rsid w:val="00883426"/>
    <w:rsid w:val="00885848"/>
    <w:rsid w:val="00885A77"/>
    <w:rsid w:val="00885BF1"/>
    <w:rsid w:val="00891421"/>
    <w:rsid w:val="00891FB2"/>
    <w:rsid w:val="008947B5"/>
    <w:rsid w:val="008954D6"/>
    <w:rsid w:val="00895C4C"/>
    <w:rsid w:val="008A2534"/>
    <w:rsid w:val="008A3052"/>
    <w:rsid w:val="008A30CA"/>
    <w:rsid w:val="008A4A98"/>
    <w:rsid w:val="008A5903"/>
    <w:rsid w:val="008B29C7"/>
    <w:rsid w:val="008C01F8"/>
    <w:rsid w:val="008C2FB4"/>
    <w:rsid w:val="008C5BF0"/>
    <w:rsid w:val="008D21BD"/>
    <w:rsid w:val="008D4BC3"/>
    <w:rsid w:val="008D7A04"/>
    <w:rsid w:val="008D7B51"/>
    <w:rsid w:val="008E0D6B"/>
    <w:rsid w:val="008E3431"/>
    <w:rsid w:val="008E51CA"/>
    <w:rsid w:val="008F0573"/>
    <w:rsid w:val="008F284F"/>
    <w:rsid w:val="008F3380"/>
    <w:rsid w:val="008F39A2"/>
    <w:rsid w:val="008F4F8C"/>
    <w:rsid w:val="00904E14"/>
    <w:rsid w:val="00905201"/>
    <w:rsid w:val="0091066E"/>
    <w:rsid w:val="00913DFF"/>
    <w:rsid w:val="00913EEF"/>
    <w:rsid w:val="009160CC"/>
    <w:rsid w:val="00922984"/>
    <w:rsid w:val="00924B82"/>
    <w:rsid w:val="0093074D"/>
    <w:rsid w:val="00931D3D"/>
    <w:rsid w:val="00932A21"/>
    <w:rsid w:val="00933175"/>
    <w:rsid w:val="00936BCB"/>
    <w:rsid w:val="00937B81"/>
    <w:rsid w:val="00940A69"/>
    <w:rsid w:val="009558CA"/>
    <w:rsid w:val="00957B17"/>
    <w:rsid w:val="00966532"/>
    <w:rsid w:val="009705DF"/>
    <w:rsid w:val="00984FCC"/>
    <w:rsid w:val="0098703C"/>
    <w:rsid w:val="009902FB"/>
    <w:rsid w:val="00994409"/>
    <w:rsid w:val="00996610"/>
    <w:rsid w:val="00997065"/>
    <w:rsid w:val="009A38D8"/>
    <w:rsid w:val="009A40CE"/>
    <w:rsid w:val="009A68AB"/>
    <w:rsid w:val="009B15D8"/>
    <w:rsid w:val="009B26B7"/>
    <w:rsid w:val="009B64F1"/>
    <w:rsid w:val="009C3AC7"/>
    <w:rsid w:val="009C562F"/>
    <w:rsid w:val="009D1495"/>
    <w:rsid w:val="009D2989"/>
    <w:rsid w:val="009D2B8A"/>
    <w:rsid w:val="009E329D"/>
    <w:rsid w:val="009E64AC"/>
    <w:rsid w:val="009E7D33"/>
    <w:rsid w:val="009F01C5"/>
    <w:rsid w:val="009F1FD4"/>
    <w:rsid w:val="009F5083"/>
    <w:rsid w:val="009F7B81"/>
    <w:rsid w:val="00A03F1B"/>
    <w:rsid w:val="00A0750D"/>
    <w:rsid w:val="00A07EDC"/>
    <w:rsid w:val="00A10790"/>
    <w:rsid w:val="00A10FF4"/>
    <w:rsid w:val="00A11102"/>
    <w:rsid w:val="00A11335"/>
    <w:rsid w:val="00A12118"/>
    <w:rsid w:val="00A1301F"/>
    <w:rsid w:val="00A1318C"/>
    <w:rsid w:val="00A160EC"/>
    <w:rsid w:val="00A226D1"/>
    <w:rsid w:val="00A22D20"/>
    <w:rsid w:val="00A24CAA"/>
    <w:rsid w:val="00A279F3"/>
    <w:rsid w:val="00A3081F"/>
    <w:rsid w:val="00A3354A"/>
    <w:rsid w:val="00A33DAB"/>
    <w:rsid w:val="00A43F8F"/>
    <w:rsid w:val="00A4420D"/>
    <w:rsid w:val="00A45F97"/>
    <w:rsid w:val="00A46669"/>
    <w:rsid w:val="00A51CBE"/>
    <w:rsid w:val="00A53DAE"/>
    <w:rsid w:val="00A55A86"/>
    <w:rsid w:val="00A703B0"/>
    <w:rsid w:val="00A71CD2"/>
    <w:rsid w:val="00A76CF6"/>
    <w:rsid w:val="00A774B4"/>
    <w:rsid w:val="00A80C4F"/>
    <w:rsid w:val="00A83B0C"/>
    <w:rsid w:val="00A84E2C"/>
    <w:rsid w:val="00A91B83"/>
    <w:rsid w:val="00A9662F"/>
    <w:rsid w:val="00AA4642"/>
    <w:rsid w:val="00AA59D9"/>
    <w:rsid w:val="00AB44A0"/>
    <w:rsid w:val="00AB7F91"/>
    <w:rsid w:val="00AC0EB1"/>
    <w:rsid w:val="00AC0F74"/>
    <w:rsid w:val="00AC7708"/>
    <w:rsid w:val="00AD65DD"/>
    <w:rsid w:val="00AE2232"/>
    <w:rsid w:val="00AE25E9"/>
    <w:rsid w:val="00AE33F0"/>
    <w:rsid w:val="00AF20B4"/>
    <w:rsid w:val="00AF3C7C"/>
    <w:rsid w:val="00AF42B7"/>
    <w:rsid w:val="00AF505B"/>
    <w:rsid w:val="00B0150C"/>
    <w:rsid w:val="00B057C8"/>
    <w:rsid w:val="00B06AB0"/>
    <w:rsid w:val="00B074B7"/>
    <w:rsid w:val="00B10C08"/>
    <w:rsid w:val="00B116CC"/>
    <w:rsid w:val="00B120A4"/>
    <w:rsid w:val="00B14E3D"/>
    <w:rsid w:val="00B16DE0"/>
    <w:rsid w:val="00B205F1"/>
    <w:rsid w:val="00B24024"/>
    <w:rsid w:val="00B26616"/>
    <w:rsid w:val="00B26A09"/>
    <w:rsid w:val="00B31344"/>
    <w:rsid w:val="00B33226"/>
    <w:rsid w:val="00B35065"/>
    <w:rsid w:val="00B35397"/>
    <w:rsid w:val="00B37771"/>
    <w:rsid w:val="00B414AD"/>
    <w:rsid w:val="00B42FD4"/>
    <w:rsid w:val="00B448A4"/>
    <w:rsid w:val="00B46997"/>
    <w:rsid w:val="00B515C5"/>
    <w:rsid w:val="00B603B7"/>
    <w:rsid w:val="00B62A69"/>
    <w:rsid w:val="00B72DC0"/>
    <w:rsid w:val="00B77BA9"/>
    <w:rsid w:val="00B913A4"/>
    <w:rsid w:val="00B943F0"/>
    <w:rsid w:val="00BA6215"/>
    <w:rsid w:val="00BA66B7"/>
    <w:rsid w:val="00BA6AA5"/>
    <w:rsid w:val="00BB137C"/>
    <w:rsid w:val="00BB1391"/>
    <w:rsid w:val="00BC26EE"/>
    <w:rsid w:val="00BC43F4"/>
    <w:rsid w:val="00BC4A10"/>
    <w:rsid w:val="00BC5490"/>
    <w:rsid w:val="00BD2DF8"/>
    <w:rsid w:val="00BD34EB"/>
    <w:rsid w:val="00BD3ACA"/>
    <w:rsid w:val="00BD4DD1"/>
    <w:rsid w:val="00BD5304"/>
    <w:rsid w:val="00BD68F7"/>
    <w:rsid w:val="00BE20CE"/>
    <w:rsid w:val="00BE31D4"/>
    <w:rsid w:val="00BE4BD5"/>
    <w:rsid w:val="00BE6480"/>
    <w:rsid w:val="00BF5CF2"/>
    <w:rsid w:val="00C02A2F"/>
    <w:rsid w:val="00C03B67"/>
    <w:rsid w:val="00C12651"/>
    <w:rsid w:val="00C12C68"/>
    <w:rsid w:val="00C14C72"/>
    <w:rsid w:val="00C155AC"/>
    <w:rsid w:val="00C16E3F"/>
    <w:rsid w:val="00C16ED2"/>
    <w:rsid w:val="00C235D2"/>
    <w:rsid w:val="00C26BF8"/>
    <w:rsid w:val="00C26F65"/>
    <w:rsid w:val="00C276C5"/>
    <w:rsid w:val="00C309D9"/>
    <w:rsid w:val="00C318AC"/>
    <w:rsid w:val="00C32328"/>
    <w:rsid w:val="00C3310D"/>
    <w:rsid w:val="00C350AB"/>
    <w:rsid w:val="00C47AD6"/>
    <w:rsid w:val="00C52281"/>
    <w:rsid w:val="00C5249C"/>
    <w:rsid w:val="00C532BD"/>
    <w:rsid w:val="00C53682"/>
    <w:rsid w:val="00C54FAF"/>
    <w:rsid w:val="00C56646"/>
    <w:rsid w:val="00C5762D"/>
    <w:rsid w:val="00C62248"/>
    <w:rsid w:val="00C654C1"/>
    <w:rsid w:val="00C66435"/>
    <w:rsid w:val="00C66514"/>
    <w:rsid w:val="00C73B62"/>
    <w:rsid w:val="00C7471A"/>
    <w:rsid w:val="00C74859"/>
    <w:rsid w:val="00C75CD3"/>
    <w:rsid w:val="00C84A2A"/>
    <w:rsid w:val="00C939C2"/>
    <w:rsid w:val="00C9431D"/>
    <w:rsid w:val="00CA5381"/>
    <w:rsid w:val="00CB1C6D"/>
    <w:rsid w:val="00CB3653"/>
    <w:rsid w:val="00CC2785"/>
    <w:rsid w:val="00CC2F9D"/>
    <w:rsid w:val="00CC3F8B"/>
    <w:rsid w:val="00CD2368"/>
    <w:rsid w:val="00CD5F6B"/>
    <w:rsid w:val="00CD67D0"/>
    <w:rsid w:val="00CE1E82"/>
    <w:rsid w:val="00CE330D"/>
    <w:rsid w:val="00CE4C4A"/>
    <w:rsid w:val="00CF08C9"/>
    <w:rsid w:val="00CF14FE"/>
    <w:rsid w:val="00CF1878"/>
    <w:rsid w:val="00CF7D33"/>
    <w:rsid w:val="00D06A32"/>
    <w:rsid w:val="00D119BE"/>
    <w:rsid w:val="00D1331D"/>
    <w:rsid w:val="00D23E60"/>
    <w:rsid w:val="00D2729C"/>
    <w:rsid w:val="00D32E6D"/>
    <w:rsid w:val="00D37D26"/>
    <w:rsid w:val="00D42147"/>
    <w:rsid w:val="00D42B9D"/>
    <w:rsid w:val="00D51FFF"/>
    <w:rsid w:val="00D5338C"/>
    <w:rsid w:val="00D53BC6"/>
    <w:rsid w:val="00D54778"/>
    <w:rsid w:val="00D57E9F"/>
    <w:rsid w:val="00D62438"/>
    <w:rsid w:val="00D63AE7"/>
    <w:rsid w:val="00D679A2"/>
    <w:rsid w:val="00D70C45"/>
    <w:rsid w:val="00D71158"/>
    <w:rsid w:val="00D7249C"/>
    <w:rsid w:val="00D75719"/>
    <w:rsid w:val="00D8119E"/>
    <w:rsid w:val="00D84C0C"/>
    <w:rsid w:val="00D85645"/>
    <w:rsid w:val="00D85944"/>
    <w:rsid w:val="00D917E1"/>
    <w:rsid w:val="00D97646"/>
    <w:rsid w:val="00D97B2A"/>
    <w:rsid w:val="00D97F06"/>
    <w:rsid w:val="00DA04CD"/>
    <w:rsid w:val="00DA182D"/>
    <w:rsid w:val="00DA33D9"/>
    <w:rsid w:val="00DA7CB6"/>
    <w:rsid w:val="00DB4139"/>
    <w:rsid w:val="00DB5F55"/>
    <w:rsid w:val="00DB7345"/>
    <w:rsid w:val="00DB73F5"/>
    <w:rsid w:val="00DB7472"/>
    <w:rsid w:val="00DB74B7"/>
    <w:rsid w:val="00DC0E37"/>
    <w:rsid w:val="00DC23A3"/>
    <w:rsid w:val="00DC2FB5"/>
    <w:rsid w:val="00DC479F"/>
    <w:rsid w:val="00DC6033"/>
    <w:rsid w:val="00DC784A"/>
    <w:rsid w:val="00DD55D5"/>
    <w:rsid w:val="00DE145B"/>
    <w:rsid w:val="00DE1A73"/>
    <w:rsid w:val="00DE3927"/>
    <w:rsid w:val="00DE3A50"/>
    <w:rsid w:val="00DF10A2"/>
    <w:rsid w:val="00DF38C6"/>
    <w:rsid w:val="00DF49AC"/>
    <w:rsid w:val="00DF6067"/>
    <w:rsid w:val="00E00DE1"/>
    <w:rsid w:val="00E02B93"/>
    <w:rsid w:val="00E0631A"/>
    <w:rsid w:val="00E11303"/>
    <w:rsid w:val="00E12A3E"/>
    <w:rsid w:val="00E12F66"/>
    <w:rsid w:val="00E14AA5"/>
    <w:rsid w:val="00E16A9E"/>
    <w:rsid w:val="00E24386"/>
    <w:rsid w:val="00E259D3"/>
    <w:rsid w:val="00E329CB"/>
    <w:rsid w:val="00E42F9F"/>
    <w:rsid w:val="00E4322B"/>
    <w:rsid w:val="00E4357D"/>
    <w:rsid w:val="00E453DA"/>
    <w:rsid w:val="00E46225"/>
    <w:rsid w:val="00E46CB4"/>
    <w:rsid w:val="00E47151"/>
    <w:rsid w:val="00E502EF"/>
    <w:rsid w:val="00E52D74"/>
    <w:rsid w:val="00E5377D"/>
    <w:rsid w:val="00E548B4"/>
    <w:rsid w:val="00E56C2F"/>
    <w:rsid w:val="00E56F44"/>
    <w:rsid w:val="00E604F9"/>
    <w:rsid w:val="00E617C6"/>
    <w:rsid w:val="00E62592"/>
    <w:rsid w:val="00E63678"/>
    <w:rsid w:val="00E66A85"/>
    <w:rsid w:val="00E70CD1"/>
    <w:rsid w:val="00E85A1A"/>
    <w:rsid w:val="00E90B8A"/>
    <w:rsid w:val="00E975B4"/>
    <w:rsid w:val="00EA095C"/>
    <w:rsid w:val="00EA17C1"/>
    <w:rsid w:val="00EA6033"/>
    <w:rsid w:val="00EB09AF"/>
    <w:rsid w:val="00EB2D17"/>
    <w:rsid w:val="00EB3327"/>
    <w:rsid w:val="00EB3FEC"/>
    <w:rsid w:val="00EB6E12"/>
    <w:rsid w:val="00EB7258"/>
    <w:rsid w:val="00EB777B"/>
    <w:rsid w:val="00EB78B6"/>
    <w:rsid w:val="00EB79E8"/>
    <w:rsid w:val="00EC0B1C"/>
    <w:rsid w:val="00EC2D81"/>
    <w:rsid w:val="00EC3CB3"/>
    <w:rsid w:val="00EC5B14"/>
    <w:rsid w:val="00ED448F"/>
    <w:rsid w:val="00ED451E"/>
    <w:rsid w:val="00ED4B8B"/>
    <w:rsid w:val="00ED6C7A"/>
    <w:rsid w:val="00EE47C6"/>
    <w:rsid w:val="00EE544B"/>
    <w:rsid w:val="00EE57E0"/>
    <w:rsid w:val="00EF4DC5"/>
    <w:rsid w:val="00F006E7"/>
    <w:rsid w:val="00F01232"/>
    <w:rsid w:val="00F0326C"/>
    <w:rsid w:val="00F03972"/>
    <w:rsid w:val="00F041C3"/>
    <w:rsid w:val="00F1079C"/>
    <w:rsid w:val="00F209FA"/>
    <w:rsid w:val="00F22D3D"/>
    <w:rsid w:val="00F23355"/>
    <w:rsid w:val="00F24B28"/>
    <w:rsid w:val="00F32C86"/>
    <w:rsid w:val="00F338BC"/>
    <w:rsid w:val="00F343A1"/>
    <w:rsid w:val="00F34B31"/>
    <w:rsid w:val="00F369D0"/>
    <w:rsid w:val="00F37CAC"/>
    <w:rsid w:val="00F407D6"/>
    <w:rsid w:val="00F459CA"/>
    <w:rsid w:val="00F46898"/>
    <w:rsid w:val="00F4759C"/>
    <w:rsid w:val="00F50444"/>
    <w:rsid w:val="00F51830"/>
    <w:rsid w:val="00F53569"/>
    <w:rsid w:val="00F53B14"/>
    <w:rsid w:val="00F55DE4"/>
    <w:rsid w:val="00F617D3"/>
    <w:rsid w:val="00F62E01"/>
    <w:rsid w:val="00F7005C"/>
    <w:rsid w:val="00F76651"/>
    <w:rsid w:val="00F803CF"/>
    <w:rsid w:val="00F829F8"/>
    <w:rsid w:val="00F84948"/>
    <w:rsid w:val="00FA51BE"/>
    <w:rsid w:val="00FB44C8"/>
    <w:rsid w:val="00FC25F1"/>
    <w:rsid w:val="00FC7890"/>
    <w:rsid w:val="00FD1968"/>
    <w:rsid w:val="00FD20FB"/>
    <w:rsid w:val="00FD3B9F"/>
    <w:rsid w:val="00FE0D27"/>
    <w:rsid w:val="00FE23E4"/>
    <w:rsid w:val="00FE266E"/>
    <w:rsid w:val="00FE2F01"/>
    <w:rsid w:val="00FE575F"/>
    <w:rsid w:val="00FF1B7D"/>
    <w:rsid w:val="00F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C96D79"/>
  <w15:chartTrackingRefBased/>
  <w15:docId w15:val="{071F99C2-ECCB-430F-8A0F-A308524E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34E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F444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F7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F7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uiPriority w:val="59"/>
    <w:rsid w:val="00932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5934E7"/>
    <w:rPr>
      <w:color w:val="0000FF"/>
      <w:u w:val="single"/>
    </w:rPr>
  </w:style>
  <w:style w:type="paragraph" w:styleId="a7">
    <w:name w:val="Date"/>
    <w:basedOn w:val="a"/>
    <w:next w:val="a"/>
    <w:link w:val="a8"/>
    <w:rsid w:val="006520B3"/>
    <w:pPr>
      <w:ind w:leftChars="2500" w:left="100"/>
    </w:pPr>
    <w:rPr>
      <w:lang w:val="x-none" w:eastAsia="x-none"/>
    </w:rPr>
  </w:style>
  <w:style w:type="character" w:customStyle="1" w:styleId="a8">
    <w:name w:val="日期 字符"/>
    <w:link w:val="a7"/>
    <w:rsid w:val="006520B3"/>
    <w:rPr>
      <w:kern w:val="2"/>
      <w:sz w:val="21"/>
      <w:szCs w:val="24"/>
    </w:rPr>
  </w:style>
  <w:style w:type="paragraph" w:customStyle="1" w:styleId="Default">
    <w:name w:val="Default"/>
    <w:rsid w:val="00BA6AA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63"/>
    <w:qFormat/>
    <w:rsid w:val="00C54F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&#21271;&#20140;&#24066;&#23459;&#27494;&#38738;&#23569;&#24180;&#31185;&#25216;&#39302;&#21150;&#20844;&#29992;&#32440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2B9B-11F3-DE4C-B7CD-D13598E6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北京市宣武青少年科技馆办公用纸.dot</Template>
  <TotalTime>15</TotalTime>
  <Pages>1</Pages>
  <Words>130</Words>
  <Characters>68</Characters>
  <Application>Microsoft Office Word</Application>
  <DocSecurity>0</DocSecurity>
  <Lines>1</Lines>
  <Paragraphs>1</Paragraphs>
  <ScaleCrop>false</ScaleCrop>
  <Company>北京市宣武青少年科学技术馆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北京市宣武青少年科技馆办公用纸</dc:title>
  <dc:subject/>
  <dc:creator>李响</dc:creator>
  <cp:keywords/>
  <cp:lastModifiedBy>LX</cp:lastModifiedBy>
  <cp:revision>20</cp:revision>
  <cp:lastPrinted>1899-12-31T16:00:00Z</cp:lastPrinted>
  <dcterms:created xsi:type="dcterms:W3CDTF">2023-09-28T00:22:00Z</dcterms:created>
  <dcterms:modified xsi:type="dcterms:W3CDTF">2025-10-02T10:25:00Z</dcterms:modified>
</cp:coreProperties>
</file>